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F340A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F340A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F340A">
        <w:rPr>
          <w:rFonts w:ascii="Arial Narrow" w:hAnsi="Arial Narrow"/>
          <w:sz w:val="22"/>
          <w:lang w:val="de-DE"/>
        </w:rPr>
        <w:t>29</w:t>
      </w:r>
      <w:r w:rsidR="00164561">
        <w:rPr>
          <w:rFonts w:ascii="Arial Narrow" w:hAnsi="Arial Narrow"/>
          <w:sz w:val="22"/>
          <w:lang w:val="de-DE"/>
        </w:rPr>
        <w:t>.05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8F340A" w:rsidRDefault="008F340A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(Suske)</w:t>
      </w:r>
    </w:p>
    <w:p w:rsidR="008F340A" w:rsidRDefault="008F340A" w:rsidP="008F340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Kabel etc. AC</w:t>
      </w:r>
    </w:p>
    <w:p w:rsidR="008F340A" w:rsidRDefault="00D76F4B" w:rsidP="008F340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</w:t>
      </w:r>
    </w:p>
    <w:p w:rsidR="0030563D" w:rsidRDefault="00B92930" w:rsidP="008F340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Sicherheit</w:t>
      </w:r>
      <w:r w:rsidR="0051009D">
        <w:rPr>
          <w:rFonts w:ascii="Arial Narrow" w:hAnsi="Arial Narrow"/>
          <w:sz w:val="22"/>
          <w:lang w:val="de-DE"/>
        </w:rPr>
        <w:t xml:space="preserve"> (Daniel)</w:t>
      </w:r>
    </w:p>
    <w:p w:rsidR="000B5C1D" w:rsidRDefault="000B5C1D" w:rsidP="000B5C1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 / Kaution (Suske)</w:t>
      </w:r>
    </w:p>
    <w:p w:rsidR="0030563D" w:rsidRDefault="0030563D" w:rsidP="000B5C1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8F340A" w:rsidRDefault="008F340A" w:rsidP="00F364C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Kärcher (Fleig)</w:t>
      </w:r>
    </w:p>
    <w:p w:rsidR="0072569F" w:rsidRDefault="0072569F" w:rsidP="00F364C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Protokolle (Matze)</w:t>
      </w:r>
    </w:p>
    <w:p w:rsidR="007F3D68" w:rsidRDefault="0015322D" w:rsidP="00F364C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Getränkeabrechnung</w:t>
      </w:r>
      <w:r w:rsidR="007F3D68">
        <w:rPr>
          <w:rFonts w:ascii="Arial Narrow" w:hAnsi="Arial Narrow"/>
          <w:sz w:val="22"/>
          <w:lang w:val="de-DE"/>
        </w:rPr>
        <w:t xml:space="preserve"> (Matze)</w:t>
      </w:r>
    </w:p>
    <w:p w:rsidR="0086307F" w:rsidRDefault="0086307F" w:rsidP="0086307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6307F">
        <w:rPr>
          <w:rFonts w:ascii="Arial Narrow" w:hAnsi="Arial Narrow"/>
          <w:sz w:val="22"/>
          <w:lang w:val="de-DE"/>
        </w:rPr>
        <w:t>Kühlschrank darf jeder auffüllen (Tim)</w:t>
      </w:r>
    </w:p>
    <w:p w:rsidR="0086307F" w:rsidRDefault="0086307F" w:rsidP="0086307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6307F">
        <w:rPr>
          <w:rFonts w:ascii="Arial Narrow" w:hAnsi="Arial Narrow"/>
          <w:sz w:val="22"/>
          <w:lang w:val="de-DE"/>
        </w:rPr>
        <w:t xml:space="preserve">Sackkarren RECHTZEITIG </w:t>
      </w:r>
      <w:r>
        <w:rPr>
          <w:rFonts w:ascii="Arial Narrow" w:hAnsi="Arial Narrow"/>
          <w:sz w:val="22"/>
          <w:lang w:val="de-DE"/>
        </w:rPr>
        <w:t>aufpumpen</w:t>
      </w:r>
      <w:r w:rsidRPr="0086307F">
        <w:rPr>
          <w:rFonts w:ascii="Arial Narrow" w:hAnsi="Arial Narrow"/>
          <w:sz w:val="22"/>
          <w:lang w:val="de-DE"/>
        </w:rPr>
        <w:t xml:space="preserve"> (Tim)</w:t>
      </w:r>
    </w:p>
    <w:p w:rsidR="007E1764" w:rsidRDefault="007E1764" w:rsidP="0086307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Eiskartons (Matze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)</w:t>
      </w:r>
    </w:p>
    <w:p w:rsidR="0072569F" w:rsidRDefault="0072569F" w:rsidP="00F364C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AStA-Abend </w:t>
      </w:r>
      <w:r w:rsidR="003B2CA2">
        <w:rPr>
          <w:rFonts w:ascii="Arial Narrow" w:hAnsi="Arial Narrow"/>
          <w:sz w:val="22"/>
          <w:lang w:val="de-DE"/>
        </w:rPr>
        <w:t xml:space="preserve">„Zukunft des AStA“ </w:t>
      </w:r>
      <w:r>
        <w:rPr>
          <w:rFonts w:ascii="Arial Narrow" w:hAnsi="Arial Narrow"/>
          <w:sz w:val="22"/>
          <w:lang w:val="de-DE"/>
        </w:rPr>
        <w:t>(Matze)</w:t>
      </w:r>
      <w:r w:rsidR="003B2CA2">
        <w:rPr>
          <w:rFonts w:ascii="Arial Narrow" w:hAnsi="Arial Narrow"/>
          <w:sz w:val="22"/>
          <w:lang w:val="de-DE"/>
        </w:rPr>
        <w:t xml:space="preserve"> </w:t>
      </w:r>
    </w:p>
    <w:p w:rsidR="00712C86" w:rsidRDefault="00712C86" w:rsidP="00712C8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Studentenflohmarkt (Lukas)</w:t>
      </w:r>
    </w:p>
    <w:p w:rsidR="00712C86" w:rsidRPr="00F364C7" w:rsidRDefault="00712C86" w:rsidP="00712C8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IG Metall (13:45 Uhr / Gast: </w:t>
      </w:r>
      <w:proofErr w:type="spellStart"/>
      <w:r w:rsidRPr="00712C86">
        <w:rPr>
          <w:rFonts w:ascii="Arial Narrow" w:hAnsi="Arial Narrow"/>
          <w:sz w:val="22"/>
          <w:lang w:val="de-DE"/>
        </w:rPr>
        <w:t>Riesinger</w:t>
      </w:r>
      <w:proofErr w:type="spellEnd"/>
      <w:r w:rsidRPr="00712C86">
        <w:rPr>
          <w:rFonts w:ascii="Arial Narrow" w:hAnsi="Arial Narrow"/>
          <w:sz w:val="22"/>
          <w:lang w:val="de-DE"/>
        </w:rPr>
        <w:t>, Moritz</w:t>
      </w:r>
      <w:r>
        <w:rPr>
          <w:rFonts w:ascii="Arial Narrow" w:hAnsi="Arial Narrow"/>
          <w:sz w:val="22"/>
          <w:lang w:val="de-DE"/>
        </w:rPr>
        <w:t xml:space="preserve"> / Alex)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E176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5C1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5322D"/>
    <w:rsid w:val="00164561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0563D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2938"/>
    <w:rsid w:val="00396AA7"/>
    <w:rsid w:val="003B2CA2"/>
    <w:rsid w:val="003B669B"/>
    <w:rsid w:val="003C6867"/>
    <w:rsid w:val="00400542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1009D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13B20"/>
    <w:rsid w:val="006204D1"/>
    <w:rsid w:val="00623174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2C86"/>
    <w:rsid w:val="00713690"/>
    <w:rsid w:val="007173E9"/>
    <w:rsid w:val="00724073"/>
    <w:rsid w:val="0072569F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E1764"/>
    <w:rsid w:val="007F047A"/>
    <w:rsid w:val="007F3D68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6307F"/>
    <w:rsid w:val="008743D8"/>
    <w:rsid w:val="008A68C4"/>
    <w:rsid w:val="008C250E"/>
    <w:rsid w:val="008D16EC"/>
    <w:rsid w:val="008D2BDB"/>
    <w:rsid w:val="008F340A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5F0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52670"/>
    <w:rsid w:val="00B67442"/>
    <w:rsid w:val="00B83D82"/>
    <w:rsid w:val="00B92930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9490C"/>
    <w:rsid w:val="00CA5DF7"/>
    <w:rsid w:val="00CB5BD5"/>
    <w:rsid w:val="00CB7EB7"/>
    <w:rsid w:val="00CD7327"/>
    <w:rsid w:val="00CE2547"/>
    <w:rsid w:val="00CF0EE6"/>
    <w:rsid w:val="00D24319"/>
    <w:rsid w:val="00D24AA6"/>
    <w:rsid w:val="00D32C9B"/>
    <w:rsid w:val="00D523B8"/>
    <w:rsid w:val="00D55BFE"/>
    <w:rsid w:val="00D62D7D"/>
    <w:rsid w:val="00D74377"/>
    <w:rsid w:val="00D76F4B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248FB"/>
    <w:rsid w:val="00E36789"/>
    <w:rsid w:val="00E42A53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05911"/>
    <w:rsid w:val="00F15EEB"/>
    <w:rsid w:val="00F364C7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92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Tim Sasdrich</cp:lastModifiedBy>
  <cp:revision>24</cp:revision>
  <cp:lastPrinted>2018-05-29T10:57:00Z</cp:lastPrinted>
  <dcterms:created xsi:type="dcterms:W3CDTF">2018-05-08T10:33:00Z</dcterms:created>
  <dcterms:modified xsi:type="dcterms:W3CDTF">2018-05-29T12:09:00Z</dcterms:modified>
</cp:coreProperties>
</file>